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181E4" w14:textId="77777777" w:rsidR="00312BE2" w:rsidRDefault="00312BE2">
      <w:pPr>
        <w:rPr>
          <w:rFonts w:ascii="Arial" w:hAnsi="Arial" w:cs="Arial"/>
          <w:sz w:val="20"/>
          <w:szCs w:val="20"/>
        </w:rPr>
      </w:pPr>
    </w:p>
    <w:p w14:paraId="669E2ACC" w14:textId="77777777" w:rsidR="00910552" w:rsidRDefault="00910552">
      <w:pPr>
        <w:rPr>
          <w:rFonts w:ascii="Arial" w:hAnsi="Arial" w:cs="Arial"/>
          <w:sz w:val="20"/>
          <w:szCs w:val="20"/>
        </w:rPr>
      </w:pPr>
    </w:p>
    <w:p w14:paraId="1BEFB396" w14:textId="1EAABD88" w:rsidR="00910552" w:rsidRPr="00910552" w:rsidRDefault="00FA7335" w:rsidP="00910552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Soupis požadavků</w:t>
      </w:r>
    </w:p>
    <w:p w14:paraId="04A360D9" w14:textId="77777777" w:rsidR="00910552" w:rsidRDefault="00910552">
      <w:pPr>
        <w:rPr>
          <w:rFonts w:ascii="Arial" w:hAnsi="Arial" w:cs="Arial"/>
          <w:sz w:val="20"/>
          <w:szCs w:val="20"/>
        </w:rPr>
      </w:pPr>
    </w:p>
    <w:p w14:paraId="15694471" w14:textId="77777777" w:rsidR="00910552" w:rsidRDefault="00910552">
      <w:pPr>
        <w:rPr>
          <w:rFonts w:ascii="Arial" w:hAnsi="Arial" w:cs="Arial"/>
          <w:sz w:val="20"/>
          <w:szCs w:val="20"/>
        </w:rPr>
      </w:pPr>
    </w:p>
    <w:p w14:paraId="1C8F18F1" w14:textId="03E59DAA" w:rsidR="00910552" w:rsidRPr="00910552" w:rsidRDefault="00910552">
      <w:pPr>
        <w:rPr>
          <w:rFonts w:ascii="Arial" w:hAnsi="Arial" w:cs="Arial"/>
          <w:sz w:val="20"/>
          <w:szCs w:val="20"/>
          <w:u w:val="single"/>
        </w:rPr>
      </w:pPr>
      <w:r w:rsidRPr="00910552">
        <w:rPr>
          <w:rFonts w:ascii="Arial" w:hAnsi="Arial" w:cs="Arial"/>
          <w:sz w:val="20"/>
          <w:szCs w:val="20"/>
          <w:u w:val="single"/>
        </w:rPr>
        <w:t>ZAŘÍZENÍ Č. 1 – MIG/MAG SVÁŘ</w:t>
      </w:r>
      <w:r w:rsidR="00FD521B">
        <w:rPr>
          <w:rFonts w:ascii="Arial" w:hAnsi="Arial" w:cs="Arial"/>
          <w:sz w:val="20"/>
          <w:szCs w:val="20"/>
          <w:u w:val="single"/>
        </w:rPr>
        <w:t>OVACÍ</w:t>
      </w:r>
      <w:r w:rsidRPr="00910552">
        <w:rPr>
          <w:rFonts w:ascii="Arial" w:hAnsi="Arial" w:cs="Arial"/>
          <w:sz w:val="20"/>
          <w:szCs w:val="20"/>
          <w:u w:val="single"/>
        </w:rPr>
        <w:t xml:space="preserve"> STROJ</w:t>
      </w:r>
    </w:p>
    <w:p w14:paraId="257398CB" w14:textId="77777777" w:rsidR="00910552" w:rsidRDefault="00910552">
      <w:pPr>
        <w:rPr>
          <w:rFonts w:ascii="Arial" w:hAnsi="Arial" w:cs="Arial"/>
          <w:sz w:val="20"/>
          <w:szCs w:val="20"/>
        </w:rPr>
      </w:pPr>
    </w:p>
    <w:p w14:paraId="082B8DAF" w14:textId="2EF111CF" w:rsidR="00910552" w:rsidRDefault="00910552" w:rsidP="00910552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Poptávané množství: 2 kusy</w:t>
      </w:r>
    </w:p>
    <w:p w14:paraId="00EE8D2E" w14:textId="77777777" w:rsidR="00910552" w:rsidRDefault="00910552" w:rsidP="0091055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6"/>
        <w:gridCol w:w="4472"/>
      </w:tblGrid>
      <w:tr w:rsidR="00910552" w:rsidRPr="00910552" w14:paraId="782D641A" w14:textId="77777777">
        <w:tc>
          <w:tcPr>
            <w:tcW w:w="88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5424D" w14:textId="77777777" w:rsidR="00910552" w:rsidRPr="00910552" w:rsidRDefault="00910552" w:rsidP="009105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552">
              <w:rPr>
                <w:rFonts w:ascii="Arial" w:hAnsi="Arial" w:cs="Arial"/>
                <w:b/>
                <w:bCs/>
                <w:sz w:val="20"/>
                <w:szCs w:val="20"/>
              </w:rPr>
              <w:t>Technické parametry:</w:t>
            </w:r>
          </w:p>
        </w:tc>
      </w:tr>
      <w:tr w:rsidR="00910552" w:rsidRPr="00910552" w14:paraId="361E2B75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63B73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Napájecí napětí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363F2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3 x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400V</w:t>
            </w:r>
            <w:proofErr w:type="gramEnd"/>
          </w:p>
        </w:tc>
      </w:tr>
      <w:tr w:rsidR="00910552" w:rsidRPr="00910552" w14:paraId="282FC3D1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608FC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Síťový jistič, pomalý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39173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16 A</w:t>
            </w:r>
          </w:p>
        </w:tc>
      </w:tr>
      <w:tr w:rsidR="00910552" w:rsidRPr="00910552" w14:paraId="74267BED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7F700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Rozsah svařovacího výkonu min: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B9F2E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20 –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40A</w:t>
            </w:r>
            <w:proofErr w:type="gramEnd"/>
          </w:p>
        </w:tc>
      </w:tr>
      <w:tr w:rsidR="00910552" w:rsidRPr="00910552" w14:paraId="1C024C05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D3999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Rozsah svařovacího výkonu max: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757DC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290 –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310A</w:t>
            </w:r>
            <w:proofErr w:type="gramEnd"/>
          </w:p>
        </w:tc>
      </w:tr>
      <w:tr w:rsidR="00910552" w:rsidRPr="00910552" w14:paraId="6EA5CACC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B1F08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Normativní zatěžovatel DZ100% při </w:t>
            </w:r>
            <w:proofErr w:type="gramStart"/>
            <w:r w:rsidRPr="00910552">
              <w:rPr>
                <w:rFonts w:ascii="Arial" w:hAnsi="Arial" w:cs="Arial"/>
                <w:sz w:val="20"/>
                <w:szCs w:val="20"/>
              </w:rPr>
              <w:t>40°C</w:t>
            </w:r>
            <w:proofErr w:type="gramEnd"/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226C2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160 –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180A</w:t>
            </w:r>
            <w:proofErr w:type="gramEnd"/>
          </w:p>
        </w:tc>
      </w:tr>
      <w:tr w:rsidR="00910552" w:rsidRPr="00910552" w14:paraId="2B56D389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1EAA5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Normativní zatěžovatel DZ60% při </w:t>
            </w:r>
            <w:proofErr w:type="gramStart"/>
            <w:r w:rsidRPr="00910552">
              <w:rPr>
                <w:rFonts w:ascii="Arial" w:hAnsi="Arial" w:cs="Arial"/>
                <w:sz w:val="20"/>
                <w:szCs w:val="20"/>
              </w:rPr>
              <w:t>40°C</w:t>
            </w:r>
            <w:proofErr w:type="gramEnd"/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3A391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200 –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220A</w:t>
            </w:r>
            <w:proofErr w:type="gramEnd"/>
          </w:p>
        </w:tc>
      </w:tr>
      <w:tr w:rsidR="00910552" w:rsidRPr="00910552" w14:paraId="291CAEA8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DEAF0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Hmotnost stroje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ACD8E" w14:textId="6CE9C992" w:rsidR="00910552" w:rsidRPr="00910552" w:rsidRDefault="003D7915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7915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Do </w:t>
            </w:r>
            <w:proofErr w:type="gramStart"/>
            <w:r w:rsidRPr="003D7915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100kg</w:t>
            </w:r>
            <w:proofErr w:type="gramEnd"/>
          </w:p>
        </w:tc>
      </w:tr>
      <w:tr w:rsidR="00910552" w:rsidRPr="00910552" w14:paraId="48FB685E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5366D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Svařitelné průměry drátu 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5D3CE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0,6 – 1,2mm</w:t>
            </w:r>
          </w:p>
        </w:tc>
      </w:tr>
      <w:tr w:rsidR="00910552" w:rsidRPr="00910552" w14:paraId="1C009994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FB284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Počet regulačních stupňů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06005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11 – 15</w:t>
            </w:r>
            <w:proofErr w:type="gramEnd"/>
          </w:p>
        </w:tc>
      </w:tr>
      <w:tr w:rsidR="00910552" w:rsidRPr="00910552" w14:paraId="51F6BC26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07CAF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C2F13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910552" w:rsidRPr="00910552" w14:paraId="7C20230C" w14:textId="77777777">
        <w:tc>
          <w:tcPr>
            <w:tcW w:w="88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CEC41" w14:textId="77777777" w:rsidR="00910552" w:rsidRPr="00910552" w:rsidRDefault="00910552" w:rsidP="009105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552">
              <w:rPr>
                <w:rFonts w:ascii="Arial" w:hAnsi="Arial" w:cs="Arial"/>
                <w:b/>
                <w:bCs/>
                <w:sz w:val="20"/>
                <w:szCs w:val="20"/>
              </w:rPr>
              <w:t>Technické vlastnosti stroje:</w:t>
            </w:r>
          </w:p>
        </w:tc>
      </w:tr>
      <w:tr w:rsidR="00910552" w:rsidRPr="00910552" w14:paraId="6BC5C609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D6E5B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Typ stroje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F8D1F" w14:textId="44062625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Odbočkový</w:t>
            </w:r>
            <w:r w:rsidR="00DD5A4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DD5A4B" w:rsidRPr="00DD5A4B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nebo invertorový</w:t>
            </w:r>
          </w:p>
        </w:tc>
      </w:tr>
      <w:tr w:rsidR="00910552" w:rsidRPr="00910552" w14:paraId="43BE69D3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B3711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Chlazení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C3AF3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Vzduchem</w:t>
            </w:r>
          </w:p>
        </w:tc>
      </w:tr>
      <w:tr w:rsidR="00910552" w:rsidRPr="00910552" w14:paraId="224CBF84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E8C8E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Funkce stroje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319AD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2-takt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4-takt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, bodování, stehování</w:t>
            </w:r>
          </w:p>
        </w:tc>
      </w:tr>
      <w:tr w:rsidR="00910552" w:rsidRPr="00910552" w14:paraId="074939E0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BF13C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Ovládání stroje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2732C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Synergická automatika, manuální režim</w:t>
            </w:r>
          </w:p>
        </w:tc>
      </w:tr>
      <w:tr w:rsidR="00910552" w:rsidRPr="00910552" w14:paraId="17159290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E0684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Podavač drátu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CBC03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4-kladkový</w:t>
            </w:r>
            <w:proofErr w:type="gramEnd"/>
          </w:p>
        </w:tc>
      </w:tr>
      <w:tr w:rsidR="00910552" w:rsidRPr="00910552" w14:paraId="44E68703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45F20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Volt-ampér displej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22D0A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36F28A5C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668A3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Svařovací křivky pro oceli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91A4A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21366C7B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2C078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Svařovací křivky pro nerez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E754B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05B30E06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C60EF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Svařovací křivky pro slitiny hliníku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F77C7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7FFAE87F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DB1E7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Svařovací křivky pro </w:t>
            </w:r>
            <w:proofErr w:type="spellStart"/>
            <w:r w:rsidRPr="00910552">
              <w:rPr>
                <w:rFonts w:ascii="Arial" w:hAnsi="Arial" w:cs="Arial"/>
                <w:sz w:val="20"/>
                <w:szCs w:val="20"/>
              </w:rPr>
              <w:t>CuSi</w:t>
            </w:r>
            <w:proofErr w:type="spellEnd"/>
            <w:r w:rsidRPr="00910552">
              <w:rPr>
                <w:rFonts w:ascii="Arial" w:hAnsi="Arial" w:cs="Arial"/>
                <w:sz w:val="20"/>
                <w:szCs w:val="20"/>
              </w:rPr>
              <w:t xml:space="preserve"> (MIG pájení)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ECDD4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49D88A78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64FF7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Zavádění drátu stiskem tlačítka bez napětí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68C14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498899C1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50812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Vozík pro tlakové láhve 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35249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7F0A8FFE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F55C9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Funkce </w:t>
            </w:r>
            <w:proofErr w:type="spellStart"/>
            <w:r w:rsidRPr="00910552">
              <w:rPr>
                <w:rFonts w:ascii="Arial" w:hAnsi="Arial" w:cs="Arial"/>
                <w:sz w:val="20"/>
                <w:szCs w:val="20"/>
              </w:rPr>
              <w:t>StandBy</w:t>
            </w:r>
            <w:proofErr w:type="spellEnd"/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ABD3C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54593038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30460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Brzda zamezující samovolný posuv stroje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BAF84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6B4BBF32" w14:textId="77777777">
        <w:tc>
          <w:tcPr>
            <w:tcW w:w="4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BC94E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Osvětlený prostor podavače drátu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6A3ED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76397675" w14:textId="77777777" w:rsidTr="00DD5A4B">
        <w:tc>
          <w:tcPr>
            <w:tcW w:w="4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2ACD8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Příslušenství: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60513" w14:textId="05DE05E1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MIG svařovací hořák</w:t>
            </w:r>
            <w:r w:rsidR="00DD5A4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E72600" w:rsidRPr="00E7260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plynem chlazený s EURO konektorem</w:t>
            </w:r>
            <w:r w:rsidR="00E7260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MB24/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5m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1x</w:t>
            </w:r>
          </w:p>
          <w:p w14:paraId="041D70CA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Zemnící kabel průřez vodiče 50mm2/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4m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1x</w:t>
            </w:r>
          </w:p>
          <w:p w14:paraId="787CA269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Adaptér cívky drátu – 1x</w:t>
            </w:r>
          </w:p>
          <w:p w14:paraId="606F9CB7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Plynová hadice – 1x</w:t>
            </w:r>
          </w:p>
          <w:p w14:paraId="01F00670" w14:textId="77777777" w:rsid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Návod k použití v českém jazyce – 1x</w:t>
            </w:r>
          </w:p>
          <w:p w14:paraId="34DBFB03" w14:textId="3819B667" w:rsidR="003D7915" w:rsidRPr="00910552" w:rsidRDefault="003D7915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7915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Včetně neuvedeného potřebného příslušenství, jenž je nutné pro provoz svářecího stroje bez tlakové láhve.</w:t>
            </w:r>
          </w:p>
        </w:tc>
      </w:tr>
      <w:tr w:rsidR="00DD5A4B" w:rsidRPr="00910552" w14:paraId="72EB6FE2" w14:textId="77777777" w:rsidTr="00DD5A4B">
        <w:tc>
          <w:tcPr>
            <w:tcW w:w="4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81829" w14:textId="6A8AFE2C" w:rsidR="00DD5A4B" w:rsidRPr="00910552" w:rsidRDefault="00DD5A4B" w:rsidP="009105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požadavky a specifikace: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29D91" w14:textId="1DBD87E4" w:rsidR="00DD5A4B" w:rsidRDefault="00DD5A4B" w:rsidP="00DD5A4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O</w:t>
            </w:r>
            <w:r w:rsidRPr="00DD5A4B">
              <w:rPr>
                <w:rFonts w:ascii="Arial" w:hAnsi="Arial" w:cs="Arial"/>
                <w:i/>
                <w:iCs/>
                <w:sz w:val="20"/>
                <w:szCs w:val="20"/>
              </w:rPr>
              <w:t>dolnost zhoršenému pracovnímu prostředí – vysoká prašnost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</w:p>
          <w:p w14:paraId="79D6262A" w14:textId="72BD8247" w:rsidR="00DD5A4B" w:rsidRDefault="00DD5A4B" w:rsidP="00DD5A4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</w:t>
            </w:r>
            <w:r w:rsidRPr="00DD5A4B">
              <w:rPr>
                <w:rFonts w:ascii="Arial" w:hAnsi="Arial" w:cs="Arial"/>
                <w:i/>
                <w:iCs/>
                <w:sz w:val="20"/>
                <w:szCs w:val="20"/>
              </w:rPr>
              <w:t>epřetržitý provoz svařovacího stroje 8 hod/den – profesionální využití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05A3AB33" w14:textId="1CF4BD52" w:rsidR="00DD5A4B" w:rsidRPr="00DD5A4B" w:rsidRDefault="00DD5A4B" w:rsidP="00DD5A4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Pr="00DD5A4B">
              <w:rPr>
                <w:rFonts w:ascii="Arial" w:hAnsi="Arial" w:cs="Arial"/>
                <w:i/>
                <w:iCs/>
                <w:sz w:val="20"/>
                <w:szCs w:val="20"/>
              </w:rPr>
              <w:t>řepravní pojízdný vozík 4 kolečkový včetně uchycení tlakové láhve (ne typu rudl, častá manipulace ve stísněném prostoru, přejíždění přes nerovnosti na pracovišti – např. kolejový svršek)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</w:tr>
    </w:tbl>
    <w:p w14:paraId="1BE3D977" w14:textId="77777777" w:rsidR="00910552" w:rsidRPr="00910552" w:rsidRDefault="00910552" w:rsidP="00910552">
      <w:pPr>
        <w:rPr>
          <w:rFonts w:ascii="Arial" w:hAnsi="Arial" w:cs="Arial"/>
          <w:sz w:val="20"/>
          <w:szCs w:val="20"/>
        </w:rPr>
      </w:pPr>
    </w:p>
    <w:p w14:paraId="6E90ADAA" w14:textId="77777777" w:rsidR="00312BE2" w:rsidRDefault="00312BE2">
      <w:pPr>
        <w:rPr>
          <w:rFonts w:ascii="Arial" w:hAnsi="Arial" w:cs="Arial"/>
          <w:sz w:val="20"/>
          <w:szCs w:val="20"/>
        </w:rPr>
      </w:pPr>
    </w:p>
    <w:p w14:paraId="6F3B6834" w14:textId="77777777" w:rsidR="00910552" w:rsidRDefault="00910552">
      <w:pPr>
        <w:rPr>
          <w:rFonts w:ascii="Arial" w:hAnsi="Arial" w:cs="Arial"/>
          <w:sz w:val="20"/>
          <w:szCs w:val="20"/>
        </w:rPr>
      </w:pPr>
    </w:p>
    <w:p w14:paraId="4DFC7632" w14:textId="77777777" w:rsidR="00910552" w:rsidRDefault="00910552">
      <w:pPr>
        <w:rPr>
          <w:rFonts w:ascii="Arial" w:hAnsi="Arial" w:cs="Arial"/>
          <w:sz w:val="20"/>
          <w:szCs w:val="20"/>
        </w:rPr>
      </w:pPr>
    </w:p>
    <w:p w14:paraId="170CA7A5" w14:textId="77777777" w:rsidR="00DD5A4B" w:rsidRDefault="00DD5A4B">
      <w:pPr>
        <w:rPr>
          <w:rFonts w:ascii="Arial" w:hAnsi="Arial" w:cs="Arial"/>
          <w:sz w:val="20"/>
          <w:szCs w:val="20"/>
        </w:rPr>
      </w:pPr>
    </w:p>
    <w:p w14:paraId="1325841E" w14:textId="77777777" w:rsidR="00DD5A4B" w:rsidRDefault="00DD5A4B">
      <w:pPr>
        <w:rPr>
          <w:rFonts w:ascii="Arial" w:hAnsi="Arial" w:cs="Arial"/>
          <w:sz w:val="20"/>
          <w:szCs w:val="20"/>
        </w:rPr>
      </w:pPr>
    </w:p>
    <w:p w14:paraId="1CFD4B60" w14:textId="77777777" w:rsidR="00910552" w:rsidRDefault="00910552">
      <w:pPr>
        <w:rPr>
          <w:rFonts w:ascii="Arial" w:hAnsi="Arial" w:cs="Arial"/>
          <w:sz w:val="20"/>
          <w:szCs w:val="20"/>
        </w:rPr>
      </w:pPr>
    </w:p>
    <w:p w14:paraId="5EE2EB04" w14:textId="59456467" w:rsidR="00C005F4" w:rsidRDefault="0050709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910552" w:rsidRPr="00910552">
        <w:rPr>
          <w:rFonts w:ascii="Arial" w:hAnsi="Arial" w:cs="Arial"/>
          <w:sz w:val="20"/>
          <w:szCs w:val="20"/>
          <w:u w:val="single"/>
        </w:rPr>
        <w:t>ZAŘÍZENÍ Č. 2 - MIG/MAG SVÁŘ</w:t>
      </w:r>
      <w:r w:rsidR="00FD521B">
        <w:rPr>
          <w:rFonts w:ascii="Arial" w:hAnsi="Arial" w:cs="Arial"/>
          <w:sz w:val="20"/>
          <w:szCs w:val="20"/>
          <w:u w:val="single"/>
        </w:rPr>
        <w:t>OVACÍ</w:t>
      </w:r>
      <w:r w:rsidR="00910552" w:rsidRPr="00910552">
        <w:rPr>
          <w:rFonts w:ascii="Arial" w:hAnsi="Arial" w:cs="Arial"/>
          <w:sz w:val="20"/>
          <w:szCs w:val="20"/>
          <w:u w:val="single"/>
        </w:rPr>
        <w:t xml:space="preserve"> STROJ</w:t>
      </w:r>
      <w:r w:rsidR="00910552">
        <w:rPr>
          <w:rFonts w:ascii="Arial" w:hAnsi="Arial" w:cs="Arial"/>
          <w:sz w:val="20"/>
          <w:szCs w:val="20"/>
          <w:u w:val="single"/>
        </w:rPr>
        <w:t xml:space="preserve"> S TECHNOLOGICKOU VÝBAVOU „PULS FULL PROCESS“</w:t>
      </w:r>
    </w:p>
    <w:p w14:paraId="6DF95AEB" w14:textId="77777777" w:rsidR="00910552" w:rsidRDefault="00910552">
      <w:pPr>
        <w:rPr>
          <w:rFonts w:ascii="Arial" w:hAnsi="Arial" w:cs="Arial"/>
          <w:sz w:val="20"/>
          <w:szCs w:val="20"/>
        </w:rPr>
      </w:pPr>
    </w:p>
    <w:p w14:paraId="4982294B" w14:textId="6347BE98" w:rsidR="00910552" w:rsidRDefault="00910552" w:rsidP="00910552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Poptávané množství: 1 kus</w:t>
      </w:r>
    </w:p>
    <w:p w14:paraId="4A407E38" w14:textId="77777777" w:rsidR="00C005F4" w:rsidRPr="00A41501" w:rsidRDefault="00C005F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2"/>
        <w:gridCol w:w="3792"/>
      </w:tblGrid>
      <w:tr w:rsidR="00910552" w:rsidRPr="00910552" w14:paraId="4387054A" w14:textId="77777777" w:rsidTr="00910552">
        <w:tc>
          <w:tcPr>
            <w:tcW w:w="8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37FB5" w14:textId="77777777" w:rsidR="00910552" w:rsidRPr="00910552" w:rsidRDefault="00910552" w:rsidP="009105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0552">
              <w:rPr>
                <w:rFonts w:ascii="Arial" w:hAnsi="Arial" w:cs="Arial"/>
                <w:b/>
                <w:bCs/>
                <w:sz w:val="20"/>
                <w:szCs w:val="20"/>
              </w:rPr>
              <w:t>Technické parametry:</w:t>
            </w:r>
          </w:p>
        </w:tc>
      </w:tr>
      <w:tr w:rsidR="00910552" w:rsidRPr="00910552" w14:paraId="65BA1B82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2CD1D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Napájecí napětí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39438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3 x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400V</w:t>
            </w:r>
            <w:proofErr w:type="gramEnd"/>
          </w:p>
        </w:tc>
      </w:tr>
      <w:tr w:rsidR="00910552" w:rsidRPr="00910552" w14:paraId="6E494CF1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E2B1C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Síťový jistič, pomalý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8A5B1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32 A</w:t>
            </w:r>
          </w:p>
        </w:tc>
      </w:tr>
      <w:tr w:rsidR="00910552" w:rsidRPr="00910552" w14:paraId="1D0025B1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9AAFF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Rozsah svařovacího výkonu min: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1AC6A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20 –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40A</w:t>
            </w:r>
            <w:proofErr w:type="gramEnd"/>
          </w:p>
        </w:tc>
      </w:tr>
      <w:tr w:rsidR="00910552" w:rsidRPr="00910552" w14:paraId="7B54DAD9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2C035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Rozsah svařovacího výkonu max: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480FA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290 –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310A</w:t>
            </w:r>
            <w:proofErr w:type="gramEnd"/>
          </w:p>
        </w:tc>
      </w:tr>
      <w:tr w:rsidR="00910552" w:rsidRPr="00910552" w14:paraId="29B4B239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CA37B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Normativní zatěžovatel DZ100% při </w:t>
            </w:r>
            <w:proofErr w:type="gramStart"/>
            <w:r w:rsidRPr="00910552">
              <w:rPr>
                <w:rFonts w:ascii="Arial" w:hAnsi="Arial" w:cs="Arial"/>
                <w:sz w:val="20"/>
                <w:szCs w:val="20"/>
              </w:rPr>
              <w:t>40°C</w:t>
            </w:r>
            <w:proofErr w:type="gramEnd"/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867D8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190 –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210A</w:t>
            </w:r>
            <w:proofErr w:type="gramEnd"/>
          </w:p>
        </w:tc>
      </w:tr>
      <w:tr w:rsidR="00910552" w:rsidRPr="00910552" w14:paraId="0CCEC5C5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5F11A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Normativní zatěžovatel DZ60% při </w:t>
            </w:r>
            <w:proofErr w:type="gramStart"/>
            <w:r w:rsidRPr="00910552">
              <w:rPr>
                <w:rFonts w:ascii="Arial" w:hAnsi="Arial" w:cs="Arial"/>
                <w:sz w:val="20"/>
                <w:szCs w:val="20"/>
              </w:rPr>
              <w:t>40°C</w:t>
            </w:r>
            <w:proofErr w:type="gramEnd"/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F355C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240 –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260A</w:t>
            </w:r>
            <w:proofErr w:type="gramEnd"/>
          </w:p>
        </w:tc>
      </w:tr>
      <w:tr w:rsidR="00910552" w:rsidRPr="00910552" w14:paraId="41718688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5C4A5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Hmotnost stroje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5E2FA" w14:textId="13B693BA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7915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Do </w:t>
            </w:r>
            <w:proofErr w:type="gramStart"/>
            <w:r w:rsidR="003D7915" w:rsidRPr="003D7915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100kg</w:t>
            </w:r>
            <w:proofErr w:type="gramEnd"/>
          </w:p>
        </w:tc>
      </w:tr>
      <w:tr w:rsidR="00910552" w:rsidRPr="00910552" w14:paraId="472E4E38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2F708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Svařitelné průměry drátu 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BCFC4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0,6 – 1,2mm</w:t>
            </w:r>
          </w:p>
        </w:tc>
      </w:tr>
      <w:tr w:rsidR="00910552" w:rsidRPr="00910552" w14:paraId="6EEA3F1D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BA723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Regulace napětí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7E006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plynulé</w:t>
            </w:r>
          </w:p>
        </w:tc>
      </w:tr>
      <w:tr w:rsidR="00910552" w:rsidRPr="00910552" w14:paraId="629BA7B7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41BD2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C0A81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910552" w:rsidRPr="00910552" w14:paraId="65180C02" w14:textId="77777777" w:rsidTr="00910552">
        <w:tc>
          <w:tcPr>
            <w:tcW w:w="87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E01CF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b/>
                <w:bCs/>
                <w:sz w:val="20"/>
                <w:szCs w:val="20"/>
              </w:rPr>
              <w:t>Technické vlastnosti stroje:</w:t>
            </w:r>
          </w:p>
        </w:tc>
      </w:tr>
      <w:tr w:rsidR="00910552" w:rsidRPr="00910552" w14:paraId="70B765D2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19033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Typ stroje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5EECF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Invertorový</w:t>
            </w:r>
          </w:p>
        </w:tc>
      </w:tr>
      <w:tr w:rsidR="00910552" w:rsidRPr="00910552" w14:paraId="247F2BFA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A1569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Chlazení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43B2E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Vodou</w:t>
            </w:r>
          </w:p>
        </w:tc>
      </w:tr>
      <w:tr w:rsidR="00910552" w:rsidRPr="00910552" w14:paraId="4A33B318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6EE9C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Funkce stroje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CB9E1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2-takt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4-takt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, bodování, stehování</w:t>
            </w:r>
          </w:p>
        </w:tc>
      </w:tr>
      <w:tr w:rsidR="00910552" w:rsidRPr="00910552" w14:paraId="7ECE47C5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A8F10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Ovládání stroje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F2F81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Synergické</w:t>
            </w:r>
          </w:p>
        </w:tc>
      </w:tr>
      <w:tr w:rsidR="00910552" w:rsidRPr="00910552" w14:paraId="160D646A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43D96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Podavač drátu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B886C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4-kladkový</w:t>
            </w:r>
            <w:proofErr w:type="gramEnd"/>
          </w:p>
        </w:tc>
      </w:tr>
      <w:tr w:rsidR="00910552" w:rsidRPr="00910552" w14:paraId="2E0F56B5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1ED6F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Volt-ampér displej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E7446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64A1214B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E16DB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Grafický displej s textovým popisem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F836A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19AB1CE5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72566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Databanka pro uložení svařovacích úloh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263CB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226414C3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02EDE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Počet svařovacích úloh pro uložení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2E4E5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100</w:t>
            </w:r>
          </w:p>
        </w:tc>
      </w:tr>
      <w:tr w:rsidR="00910552" w:rsidRPr="00910552" w14:paraId="716A51A2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D4212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Svařovací křivky pro oceli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CA674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16C92CC4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A951D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Svařovací křivky pro nerez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72451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5F978020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72010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Svařovací křivky pro slitiny hliníku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5DCE0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5DA36046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B241D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Svařovací křivky pro </w:t>
            </w:r>
            <w:proofErr w:type="spellStart"/>
            <w:r w:rsidRPr="00910552">
              <w:rPr>
                <w:rFonts w:ascii="Arial" w:hAnsi="Arial" w:cs="Arial"/>
                <w:sz w:val="20"/>
                <w:szCs w:val="20"/>
              </w:rPr>
              <w:t>CuSi</w:t>
            </w:r>
            <w:proofErr w:type="spellEnd"/>
            <w:r w:rsidRPr="00910552">
              <w:rPr>
                <w:rFonts w:ascii="Arial" w:hAnsi="Arial" w:cs="Arial"/>
                <w:sz w:val="20"/>
                <w:szCs w:val="20"/>
              </w:rPr>
              <w:t xml:space="preserve"> (MIG pájení)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55A3A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54F8BDBF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14B59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Zavádění drátu stiskem tlačítka bez napětí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48115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79F6D6CE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42E4A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0552">
              <w:rPr>
                <w:rFonts w:ascii="Arial" w:hAnsi="Arial" w:cs="Arial"/>
                <w:sz w:val="20"/>
                <w:szCs w:val="20"/>
              </w:rPr>
              <w:t>Spínatelné</w:t>
            </w:r>
            <w:proofErr w:type="spellEnd"/>
            <w:r w:rsidRPr="00910552">
              <w:rPr>
                <w:rFonts w:ascii="Arial" w:hAnsi="Arial" w:cs="Arial"/>
                <w:sz w:val="20"/>
                <w:szCs w:val="20"/>
              </w:rPr>
              <w:t xml:space="preserve"> plnění koncového kráteru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0A7ED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381BDC98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BA762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Možnost aktualizace stroje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11413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0F0E268D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A75D5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Vozík pro tlakové láhve 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73237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2E2DC70B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9960A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Funkce </w:t>
            </w:r>
            <w:proofErr w:type="spellStart"/>
            <w:r w:rsidRPr="00910552">
              <w:rPr>
                <w:rFonts w:ascii="Arial" w:hAnsi="Arial" w:cs="Arial"/>
                <w:sz w:val="20"/>
                <w:szCs w:val="20"/>
              </w:rPr>
              <w:t>StandBy</w:t>
            </w:r>
            <w:proofErr w:type="spellEnd"/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DC00F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3BBC00AC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9CD0C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Brzda zamezující samovolný posuv stroje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C119A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380D2AED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29FC3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Osvětlený prostor podavače drátu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7D2C1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5C51F46F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4A6C1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0552">
              <w:rPr>
                <w:rFonts w:ascii="Arial" w:hAnsi="Arial" w:cs="Arial"/>
                <w:sz w:val="20"/>
                <w:szCs w:val="20"/>
              </w:rPr>
              <w:t>Průvarový</w:t>
            </w:r>
            <w:proofErr w:type="spellEnd"/>
            <w:r w:rsidRPr="00910552">
              <w:rPr>
                <w:rFonts w:ascii="Arial" w:hAnsi="Arial" w:cs="Arial"/>
                <w:sz w:val="20"/>
                <w:szCs w:val="20"/>
              </w:rPr>
              <w:t xml:space="preserve"> svařovací oblouk (typu </w:t>
            </w:r>
            <w:proofErr w:type="spellStart"/>
            <w:r w:rsidRPr="00910552">
              <w:rPr>
                <w:rFonts w:ascii="Arial" w:hAnsi="Arial" w:cs="Arial"/>
                <w:sz w:val="20"/>
                <w:szCs w:val="20"/>
              </w:rPr>
              <w:t>SpeedArc</w:t>
            </w:r>
            <w:proofErr w:type="spellEnd"/>
            <w:r w:rsidRPr="0091055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E2017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144E5EE2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B3D9C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Svařovací oblouk pro stoupavé svary (typu </w:t>
            </w:r>
            <w:proofErr w:type="spellStart"/>
            <w:r w:rsidRPr="00910552">
              <w:rPr>
                <w:rFonts w:ascii="Arial" w:hAnsi="Arial" w:cs="Arial"/>
                <w:sz w:val="20"/>
                <w:szCs w:val="20"/>
              </w:rPr>
              <w:t>SpeedUp</w:t>
            </w:r>
            <w:proofErr w:type="spellEnd"/>
            <w:r w:rsidRPr="0091055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76A1A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30A04A1F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ACC1C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Svařovací oblouk PULS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51700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3C743563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8490D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Svařovací oblouk dvojitý PULS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73DA2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691F0D1B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0E005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Svařovací metoda MMA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EFD7A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190BA0AD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6B234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Funkce drážkování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F563A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2154F344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FC9C3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Elektronická regulace dynamiky oblouku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C3187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0FBCE40F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54EC5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Počet regulačních stupňů dynamiky oblouku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BB7F5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20 - 23</w:t>
            </w:r>
            <w:proofErr w:type="gramEnd"/>
          </w:p>
        </w:tc>
      </w:tr>
      <w:tr w:rsidR="00910552" w:rsidRPr="00910552" w14:paraId="61DCDB26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5D3D0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Možnost připojení hořáku s ovládáním v rukojeti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BAD87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4A161E66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0291A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Možnost připojení monitoringu svařovacích dat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5C4A6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2966F6CC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8FFE7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Možnost autorizace uživatele pomocí NFC karet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E1A63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59013C7F" w14:textId="77777777" w:rsidTr="00910552">
        <w:tc>
          <w:tcPr>
            <w:tcW w:w="4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6B7BD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Možnost distribuce svařovacích úloh na další stroje pomocí NFC karet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3CBE0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4EC46CB8" w14:textId="77777777" w:rsidTr="00DD5A4B">
        <w:tc>
          <w:tcPr>
            <w:tcW w:w="4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D7CD7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Příslušenství: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D4036" w14:textId="6AB59C69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MIG svařovací hořák </w:t>
            </w:r>
            <w:r w:rsidR="00DD5A4B" w:rsidRPr="00E7260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plynem chlazený</w:t>
            </w:r>
            <w:r w:rsidR="00E72600" w:rsidRPr="00E7260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 s EURO konektorem</w:t>
            </w:r>
            <w:r w:rsidR="00DD5A4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MB24/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5m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1x</w:t>
            </w:r>
          </w:p>
          <w:p w14:paraId="73952E4E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Zemnící kabel průřez vodiče 50mm2/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4m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1x</w:t>
            </w:r>
          </w:p>
          <w:p w14:paraId="3D1E6C9C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Adaptér cívky drátu – 1x</w:t>
            </w:r>
          </w:p>
          <w:p w14:paraId="53396354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Plynová hadice – 1x</w:t>
            </w:r>
          </w:p>
          <w:p w14:paraId="2A7DB487" w14:textId="77777777" w:rsid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Návod k použití v českém jazyce – 1x</w:t>
            </w:r>
          </w:p>
          <w:p w14:paraId="5BA4725E" w14:textId="338376C9" w:rsidR="003D7915" w:rsidRPr="00910552" w:rsidRDefault="003D7915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7915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Včetně neuvedeného potřebného příslušenství, jenž je nutné pro provoz svářecího stroje bez tlakové láhve.</w:t>
            </w:r>
          </w:p>
        </w:tc>
      </w:tr>
      <w:tr w:rsidR="00DD5A4B" w:rsidRPr="00910552" w14:paraId="785BF6B1" w14:textId="77777777" w:rsidTr="00DD5A4B">
        <w:tc>
          <w:tcPr>
            <w:tcW w:w="4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4F61E" w14:textId="4149A79E" w:rsidR="00DD5A4B" w:rsidRPr="00910552" w:rsidRDefault="00DD5A4B" w:rsidP="00DD5A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požadavky a specifikace:</w:t>
            </w: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12A18" w14:textId="77777777" w:rsidR="00DD5A4B" w:rsidRDefault="00DD5A4B" w:rsidP="00DD5A4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O</w:t>
            </w:r>
            <w:r w:rsidRPr="00DD5A4B">
              <w:rPr>
                <w:rFonts w:ascii="Arial" w:hAnsi="Arial" w:cs="Arial"/>
                <w:i/>
                <w:iCs/>
                <w:sz w:val="20"/>
                <w:szCs w:val="20"/>
              </w:rPr>
              <w:t>dolnost zhoršenému pracovnímu prostředí – vysoká prašnost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</w:p>
          <w:p w14:paraId="5538DC0B" w14:textId="77777777" w:rsidR="00DD5A4B" w:rsidRDefault="00DD5A4B" w:rsidP="00DD5A4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</w:t>
            </w:r>
            <w:r w:rsidRPr="00DD5A4B">
              <w:rPr>
                <w:rFonts w:ascii="Arial" w:hAnsi="Arial" w:cs="Arial"/>
                <w:i/>
                <w:iCs/>
                <w:sz w:val="20"/>
                <w:szCs w:val="20"/>
              </w:rPr>
              <w:t>epřetržitý provoz svařovacího stroje 8 hod/den – profesionální využití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79DB6908" w14:textId="77777777" w:rsidR="00DD5A4B" w:rsidRDefault="00DD5A4B" w:rsidP="00DD5A4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Pr="00DD5A4B">
              <w:rPr>
                <w:rFonts w:ascii="Arial" w:hAnsi="Arial" w:cs="Arial"/>
                <w:i/>
                <w:iCs/>
                <w:sz w:val="20"/>
                <w:szCs w:val="20"/>
              </w:rPr>
              <w:t>řepravní pojízdný vozík 4 kolečkový včetně uchycení tlakové láhve (ne typu rudl, častá manipulace ve stísněném prostoru, přejíždění přes nerovnosti na pracovišti – např. kolejový svršek)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4BD1F51C" w14:textId="77777777" w:rsidR="00DD5A4B" w:rsidRDefault="00DD5A4B" w:rsidP="00DD5A4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Možnost aktualizace SW.</w:t>
            </w:r>
          </w:p>
          <w:p w14:paraId="21F2BD7C" w14:textId="5E4DFFBD" w:rsidR="00E72600" w:rsidRPr="00910552" w:rsidRDefault="00E72600" w:rsidP="003D791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72600">
              <w:rPr>
                <w:rFonts w:ascii="Arial" w:hAnsi="Arial" w:cs="Arial"/>
                <w:i/>
                <w:iCs/>
                <w:sz w:val="20"/>
                <w:szCs w:val="20"/>
              </w:rPr>
              <w:t>Databáze pro uložení nastavení cca 30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pozic.</w:t>
            </w:r>
          </w:p>
        </w:tc>
      </w:tr>
    </w:tbl>
    <w:p w14:paraId="19F7EB4F" w14:textId="77777777" w:rsidR="00FD521B" w:rsidRDefault="00FD521B">
      <w:pPr>
        <w:rPr>
          <w:rFonts w:ascii="Arial" w:hAnsi="Arial" w:cs="Arial"/>
          <w:sz w:val="20"/>
          <w:szCs w:val="20"/>
          <w:u w:val="single"/>
        </w:rPr>
      </w:pPr>
    </w:p>
    <w:p w14:paraId="37BB4720" w14:textId="77777777" w:rsidR="00B411EB" w:rsidRDefault="00B411EB">
      <w:pPr>
        <w:rPr>
          <w:rFonts w:ascii="Arial" w:hAnsi="Arial" w:cs="Arial"/>
          <w:sz w:val="20"/>
          <w:szCs w:val="20"/>
          <w:u w:val="single"/>
        </w:rPr>
      </w:pPr>
    </w:p>
    <w:p w14:paraId="0BAC8BBA" w14:textId="77777777" w:rsidR="00B411EB" w:rsidRDefault="00B411EB">
      <w:pPr>
        <w:rPr>
          <w:rFonts w:ascii="Arial" w:hAnsi="Arial" w:cs="Arial"/>
          <w:sz w:val="20"/>
          <w:szCs w:val="20"/>
          <w:u w:val="single"/>
        </w:rPr>
      </w:pPr>
    </w:p>
    <w:p w14:paraId="4256F547" w14:textId="77777777" w:rsidR="00B411EB" w:rsidRDefault="00B411EB">
      <w:pPr>
        <w:rPr>
          <w:rFonts w:ascii="Arial" w:hAnsi="Arial" w:cs="Arial"/>
          <w:sz w:val="20"/>
          <w:szCs w:val="20"/>
          <w:u w:val="single"/>
        </w:rPr>
      </w:pPr>
    </w:p>
    <w:p w14:paraId="5D77ACCC" w14:textId="75791CE8" w:rsidR="00C005F4" w:rsidRPr="00A41501" w:rsidRDefault="00910552">
      <w:pPr>
        <w:rPr>
          <w:rFonts w:ascii="Arial" w:hAnsi="Arial" w:cs="Arial"/>
          <w:sz w:val="20"/>
          <w:szCs w:val="20"/>
        </w:rPr>
      </w:pPr>
      <w:r w:rsidRPr="00910552">
        <w:rPr>
          <w:rFonts w:ascii="Arial" w:hAnsi="Arial" w:cs="Arial"/>
          <w:sz w:val="20"/>
          <w:szCs w:val="20"/>
          <w:u w:val="single"/>
        </w:rPr>
        <w:t>ZAŘÍZENÍ Č. 3 – MOBILNÍ ODSÁVACÍ JEDNOTKA</w:t>
      </w:r>
    </w:p>
    <w:p w14:paraId="6CC90AA9" w14:textId="77777777" w:rsidR="00910552" w:rsidRDefault="00910552" w:rsidP="00910552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Poptávané množství: 1 kus</w:t>
      </w:r>
    </w:p>
    <w:p w14:paraId="532D0146" w14:textId="4D9B0C10" w:rsidR="00C005F4" w:rsidRPr="00910552" w:rsidRDefault="00910552" w:rsidP="00910552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10552">
        <w:rPr>
          <w:rFonts w:ascii="Arial" w:hAnsi="Arial" w:cs="Arial"/>
          <w:sz w:val="20"/>
          <w:szCs w:val="20"/>
        </w:rPr>
        <w:t>pro svařování oceli, nerezu a hliníku, pro metody MIG/MAG + TIG</w:t>
      </w:r>
    </w:p>
    <w:p w14:paraId="4551C395" w14:textId="77777777" w:rsidR="00910552" w:rsidRPr="00A41501" w:rsidRDefault="0091055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8"/>
        <w:gridCol w:w="3796"/>
      </w:tblGrid>
      <w:tr w:rsidR="00910552" w:rsidRPr="00910552" w14:paraId="2CEC87CF" w14:textId="77777777">
        <w:tc>
          <w:tcPr>
            <w:tcW w:w="8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53CDB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b/>
                <w:bCs/>
                <w:sz w:val="20"/>
                <w:szCs w:val="20"/>
              </w:rPr>
              <w:t>Technické parametry:</w:t>
            </w:r>
          </w:p>
        </w:tc>
      </w:tr>
      <w:tr w:rsidR="00910552" w:rsidRPr="00910552" w14:paraId="53FAB0C7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2D98F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Napájecí napětí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0EFC2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3 x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400V</w:t>
            </w:r>
            <w:proofErr w:type="gramEnd"/>
          </w:p>
        </w:tc>
      </w:tr>
      <w:tr w:rsidR="00910552" w:rsidRPr="00910552" w14:paraId="5B7878D8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CB130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Jmenovitý proud 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651AF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3,2 A</w:t>
            </w:r>
          </w:p>
        </w:tc>
      </w:tr>
      <w:tr w:rsidR="00910552" w:rsidRPr="00910552" w14:paraId="461CE931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0E13E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Typ ventilátoru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DDB24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Radiální</w:t>
            </w:r>
          </w:p>
        </w:tc>
      </w:tr>
      <w:tr w:rsidR="00910552" w:rsidRPr="00910552" w14:paraId="11164CE4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AD30B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Výkon motoru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F2976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Min. 1,5kW</w:t>
            </w:r>
          </w:p>
        </w:tc>
      </w:tr>
      <w:tr w:rsidR="00910552" w:rsidRPr="00910552" w14:paraId="74F08F52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08313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Odsávací výkon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124E1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1050 – 1150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m3/hod </w:t>
            </w:r>
          </w:p>
        </w:tc>
      </w:tr>
      <w:tr w:rsidR="00910552" w:rsidRPr="00910552" w14:paraId="35B1EB24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736D9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Výkon ventilátoru 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FF8A0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2900 – 3100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m3/hod</w:t>
            </w:r>
          </w:p>
        </w:tc>
      </w:tr>
      <w:tr w:rsidR="00910552" w:rsidRPr="00910552" w14:paraId="4F4D5D31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695D4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Délka ramene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EA002" w14:textId="4C17BB3D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Minimálně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3m</w:t>
            </w:r>
            <w:proofErr w:type="gramEnd"/>
          </w:p>
        </w:tc>
      </w:tr>
      <w:tr w:rsidR="00910552" w:rsidRPr="00910552" w14:paraId="09A0EB90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D135D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Provedení ramene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CCC93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Hadicové</w:t>
            </w:r>
          </w:p>
        </w:tc>
      </w:tr>
      <w:tr w:rsidR="00910552" w:rsidRPr="00910552" w14:paraId="63EAAE08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9A3B6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Hmotnost 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A8A5C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130kg</w:t>
            </w:r>
            <w:proofErr w:type="gramEnd"/>
          </w:p>
        </w:tc>
      </w:tr>
      <w:tr w:rsidR="00910552" w:rsidRPr="00910552" w14:paraId="6FAF4F0C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3551A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Hladina hluku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4AB61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Do 70 dB(A)</w:t>
            </w:r>
          </w:p>
        </w:tc>
      </w:tr>
      <w:tr w:rsidR="00910552" w:rsidRPr="00910552" w14:paraId="02B7EBC8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88302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Počet filtračních stupňů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6C31D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Min. 2</w:t>
            </w:r>
          </w:p>
        </w:tc>
      </w:tr>
      <w:tr w:rsidR="00910552" w:rsidRPr="00910552" w14:paraId="4E78C163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D0CA1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Filtrační plocha 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A6671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40 –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45m2</w:t>
            </w:r>
            <w:proofErr w:type="gramEnd"/>
          </w:p>
        </w:tc>
      </w:tr>
      <w:tr w:rsidR="00910552" w:rsidRPr="00910552" w14:paraId="61C9A3DC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FBF9F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Stupeň </w:t>
            </w:r>
            <w:proofErr w:type="spellStart"/>
            <w:r w:rsidRPr="00910552">
              <w:rPr>
                <w:rFonts w:ascii="Arial" w:hAnsi="Arial" w:cs="Arial"/>
                <w:sz w:val="20"/>
                <w:szCs w:val="20"/>
              </w:rPr>
              <w:t>odlučivosti</w:t>
            </w:r>
            <w:proofErr w:type="spellEnd"/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6E345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&gt; 99.5 %</w:t>
            </w:r>
          </w:p>
        </w:tc>
      </w:tr>
      <w:tr w:rsidR="00910552" w:rsidRPr="00910552" w14:paraId="5C69D82E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007F1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Třída filtru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D53F0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E12</w:t>
            </w:r>
          </w:p>
        </w:tc>
      </w:tr>
      <w:tr w:rsidR="00910552" w:rsidRPr="00910552" w14:paraId="36186590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74D2D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Materiál filtru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8A9D7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Celulóza s polyesterovým rounem s nanovláknem</w:t>
            </w:r>
          </w:p>
        </w:tc>
      </w:tr>
      <w:tr w:rsidR="00910552" w:rsidRPr="00910552" w14:paraId="65E1EF48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D1196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8A43F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910552" w:rsidRPr="00910552" w14:paraId="6DC7220B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59AAA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b/>
                <w:bCs/>
                <w:sz w:val="20"/>
                <w:szCs w:val="20"/>
              </w:rPr>
              <w:t>Technické vlastnosti: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B28C1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910552" w:rsidRPr="00910552" w14:paraId="5364CA8B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1E71A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IFA-test W3 testováno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B8186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05E40A91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B20AB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Monitorování filtru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128B9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2E12363A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6097C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0552">
              <w:rPr>
                <w:rFonts w:ascii="Arial" w:hAnsi="Arial" w:cs="Arial"/>
                <w:sz w:val="20"/>
                <w:szCs w:val="20"/>
              </w:rPr>
              <w:t>Bezkontaminační</w:t>
            </w:r>
            <w:proofErr w:type="spellEnd"/>
            <w:r w:rsidRPr="00910552">
              <w:rPr>
                <w:rFonts w:ascii="Arial" w:hAnsi="Arial" w:cs="Arial"/>
                <w:sz w:val="20"/>
                <w:szCs w:val="20"/>
              </w:rPr>
              <w:t xml:space="preserve"> výměna filtru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6A55B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6C7A4A6F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72252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Možnost dovybavení Start-stop automatiky (opce)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C4FB3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4C2EF0F2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67E4F" w14:textId="77777777" w:rsidR="00910552" w:rsidRPr="00910552" w:rsidRDefault="00910552" w:rsidP="00910552">
            <w:pPr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Možnost dovybavení osvětlení z hubice (opce)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86B74" w14:textId="77777777" w:rsidR="00910552" w:rsidRPr="00910552" w:rsidRDefault="00910552" w:rsidP="0091055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FD521B" w:rsidRPr="00910552" w14:paraId="285975D7" w14:textId="77777777" w:rsidTr="00FD521B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2E4D4" w14:textId="3A7D199E" w:rsidR="00FD521B" w:rsidRPr="00910552" w:rsidRDefault="00FD521B" w:rsidP="001A04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Příslušenství: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15B54" w14:textId="3259B771" w:rsidR="00FD521B" w:rsidRPr="00910552" w:rsidRDefault="00FD521B" w:rsidP="001A04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Návod k použití v českém jazyce – 1x</w:t>
            </w:r>
          </w:p>
        </w:tc>
      </w:tr>
    </w:tbl>
    <w:p w14:paraId="6433F581" w14:textId="77777777" w:rsidR="00910552" w:rsidRDefault="00910552">
      <w:pPr>
        <w:rPr>
          <w:rFonts w:ascii="Arial" w:hAnsi="Arial" w:cs="Arial"/>
          <w:sz w:val="20"/>
          <w:szCs w:val="20"/>
        </w:rPr>
      </w:pPr>
    </w:p>
    <w:p w14:paraId="7A842BFC" w14:textId="77777777" w:rsidR="003D7915" w:rsidRDefault="003D7915">
      <w:pPr>
        <w:rPr>
          <w:rFonts w:ascii="Arial" w:hAnsi="Arial" w:cs="Arial"/>
          <w:sz w:val="20"/>
          <w:szCs w:val="20"/>
        </w:rPr>
      </w:pPr>
    </w:p>
    <w:p w14:paraId="5CDB167C" w14:textId="77777777" w:rsidR="003D7915" w:rsidRDefault="003D7915">
      <w:pPr>
        <w:rPr>
          <w:rFonts w:ascii="Arial" w:hAnsi="Arial" w:cs="Arial"/>
          <w:sz w:val="20"/>
          <w:szCs w:val="20"/>
        </w:rPr>
      </w:pPr>
    </w:p>
    <w:p w14:paraId="3091F940" w14:textId="77777777" w:rsidR="003D7915" w:rsidRDefault="003D7915">
      <w:pPr>
        <w:rPr>
          <w:rFonts w:ascii="Arial" w:hAnsi="Arial" w:cs="Arial"/>
          <w:sz w:val="20"/>
          <w:szCs w:val="20"/>
        </w:rPr>
      </w:pPr>
    </w:p>
    <w:p w14:paraId="74D678E1" w14:textId="77777777" w:rsidR="003D7915" w:rsidRDefault="003D7915">
      <w:pPr>
        <w:rPr>
          <w:rFonts w:ascii="Arial" w:hAnsi="Arial" w:cs="Arial"/>
          <w:sz w:val="20"/>
          <w:szCs w:val="20"/>
        </w:rPr>
      </w:pPr>
    </w:p>
    <w:p w14:paraId="4F55B1E4" w14:textId="7740C547" w:rsidR="00910552" w:rsidRDefault="00910552">
      <w:pPr>
        <w:rPr>
          <w:rFonts w:ascii="Arial" w:hAnsi="Arial" w:cs="Arial"/>
          <w:sz w:val="20"/>
          <w:szCs w:val="20"/>
        </w:rPr>
      </w:pPr>
      <w:r w:rsidRPr="00FD521B">
        <w:rPr>
          <w:rFonts w:ascii="Arial" w:hAnsi="Arial" w:cs="Arial"/>
          <w:sz w:val="20"/>
          <w:szCs w:val="20"/>
          <w:u w:val="single"/>
        </w:rPr>
        <w:t>ZAŘÍZENÍ Č. 4 – SVAŘIVACÍ STŮL SE SYSTÉMOVÝMI OTVORY 22MM + PŘÍSLUŠENSTVÍ</w:t>
      </w:r>
    </w:p>
    <w:p w14:paraId="30606EEC" w14:textId="77777777" w:rsidR="00910552" w:rsidRDefault="00910552" w:rsidP="00910552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Poptávané množství: 1 kus</w:t>
      </w:r>
    </w:p>
    <w:p w14:paraId="12B97F71" w14:textId="0A1AF8C8" w:rsidR="00910552" w:rsidRDefault="00910552" w:rsidP="0091055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8"/>
        <w:gridCol w:w="3796"/>
      </w:tblGrid>
      <w:tr w:rsidR="00910552" w:rsidRPr="00910552" w14:paraId="6431A1C4" w14:textId="77777777">
        <w:tc>
          <w:tcPr>
            <w:tcW w:w="8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B484D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b/>
                <w:bCs/>
                <w:sz w:val="20"/>
                <w:szCs w:val="20"/>
              </w:rPr>
              <w:t>Technické parametry:</w:t>
            </w:r>
          </w:p>
        </w:tc>
      </w:tr>
      <w:tr w:rsidR="00910552" w:rsidRPr="00910552" w14:paraId="43274213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7B657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Rozměry svařovacího stolu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B1527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2400 x 1200 mm</w:t>
            </w:r>
          </w:p>
        </w:tc>
      </w:tr>
      <w:tr w:rsidR="00910552" w:rsidRPr="00910552" w14:paraId="78129CD0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EA2A0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Výška bočnice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1B828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150 mm</w:t>
            </w:r>
          </w:p>
        </w:tc>
      </w:tr>
      <w:tr w:rsidR="00910552" w:rsidRPr="00910552" w14:paraId="3DD7007B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6BFEF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Systémové otvory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E3513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22 mm</w:t>
            </w:r>
          </w:p>
        </w:tc>
      </w:tr>
      <w:tr w:rsidR="00910552" w:rsidRPr="00910552" w14:paraId="665A1AAC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A3BC8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Počet nohou 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46456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</w:tr>
      <w:tr w:rsidR="00910552" w:rsidRPr="00910552" w14:paraId="69BF12F6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E13C0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Hmotnost stolu celkem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8695D" w14:textId="377693A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 </w:t>
            </w: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60</w:t>
            </w: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0kg</w:t>
            </w:r>
            <w:proofErr w:type="gramEnd"/>
          </w:p>
        </w:tc>
      </w:tr>
      <w:tr w:rsidR="00910552" w:rsidRPr="00910552" w14:paraId="7EC8D710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76312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Rastr plochy stolu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0A578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100 x 100 diagonální</w:t>
            </w:r>
          </w:p>
        </w:tc>
      </w:tr>
      <w:tr w:rsidR="00910552" w:rsidRPr="00910552" w14:paraId="48CA60DB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F8548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Rastr bočnic stolu 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920C0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50mm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gram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2-řadý</w:t>
            </w:r>
            <w:proofErr w:type="gramEnd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910552" w:rsidRPr="00910552" w14:paraId="67E4F577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29C2F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Celkové zatížení stolu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E7CC1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Min. 11 000 kg</w:t>
            </w:r>
          </w:p>
        </w:tc>
      </w:tr>
      <w:tr w:rsidR="00910552" w:rsidRPr="00910552" w14:paraId="275ADF5F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9D216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Povrch stolu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D797F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Plasmanitridovaný</w:t>
            </w:r>
            <w:proofErr w:type="spellEnd"/>
          </w:p>
        </w:tc>
      </w:tr>
      <w:tr w:rsidR="00910552" w:rsidRPr="00910552" w14:paraId="5A9E3F15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7F815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Tvrdost povrchu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51CC9" w14:textId="5B0B4B8D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Min. 760 jednotek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Vickers</w:t>
            </w:r>
            <w:proofErr w:type="spellEnd"/>
          </w:p>
        </w:tc>
      </w:tr>
      <w:tr w:rsidR="00910552" w:rsidRPr="00910552" w14:paraId="5BB97ADD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6F055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Zahloubené otvory stolu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EAF57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3FE217CA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5D74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 xml:space="preserve">Zaoblené vnější hrany stolu 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D1DEE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102E827F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7828A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Jemná stupnice na hraně stolu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7C007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10552">
              <w:rPr>
                <w:rFonts w:ascii="Arial" w:hAnsi="Arial" w:cs="Arial"/>
                <w:i/>
                <w:iCs/>
                <w:sz w:val="20"/>
                <w:szCs w:val="20"/>
              </w:rPr>
              <w:t>Ano</w:t>
            </w:r>
          </w:p>
        </w:tc>
      </w:tr>
      <w:tr w:rsidR="00910552" w:rsidRPr="00910552" w14:paraId="1049215E" w14:textId="77777777">
        <w:tc>
          <w:tcPr>
            <w:tcW w:w="4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78348" w14:textId="77777777" w:rsidR="00910552" w:rsidRPr="00910552" w:rsidRDefault="00910552" w:rsidP="00910552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  <w:r w:rsidRPr="00910552">
              <w:rPr>
                <w:rFonts w:ascii="Arial" w:hAnsi="Arial" w:cs="Arial"/>
                <w:sz w:val="20"/>
                <w:szCs w:val="20"/>
              </w:rPr>
              <w:t>Příslušenství: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41EE6" w14:textId="77777777" w:rsidR="00910552" w:rsidRPr="00FD521B" w:rsidRDefault="00910552" w:rsidP="00FD521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Ano (Min. 25 ks)</w:t>
            </w:r>
          </w:p>
          <w:p w14:paraId="71222ACE" w14:textId="77777777" w:rsidR="00910552" w:rsidRPr="00FD521B" w:rsidRDefault="00910552" w:rsidP="00FD521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4x univerzální doraz L=</w:t>
            </w:r>
            <w:proofErr w:type="gramStart"/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225mm</w:t>
            </w:r>
            <w:proofErr w:type="gramEnd"/>
          </w:p>
          <w:p w14:paraId="46D10517" w14:textId="77777777" w:rsidR="00910552" w:rsidRPr="00FD521B" w:rsidRDefault="00910552" w:rsidP="00FD521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2x univerzální doraz L=</w:t>
            </w:r>
            <w:proofErr w:type="gramStart"/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300mm</w:t>
            </w:r>
            <w:proofErr w:type="gramEnd"/>
          </w:p>
          <w:p w14:paraId="5BBD1EB1" w14:textId="77777777" w:rsidR="00910552" w:rsidRPr="00FD521B" w:rsidRDefault="00910552" w:rsidP="00FD521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4x univerzální doraz L=</w:t>
            </w:r>
            <w:proofErr w:type="gramStart"/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150mm</w:t>
            </w:r>
            <w:proofErr w:type="gramEnd"/>
          </w:p>
          <w:p w14:paraId="014F5641" w14:textId="77777777" w:rsidR="00910552" w:rsidRPr="00FD521B" w:rsidRDefault="00910552" w:rsidP="00FD521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10x upínací čep</w:t>
            </w:r>
          </w:p>
          <w:p w14:paraId="5BACA8F2" w14:textId="77777777" w:rsidR="00910552" w:rsidRPr="00FD521B" w:rsidRDefault="00910552" w:rsidP="00FD521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4x šroubovací svěrka 180° L=</w:t>
            </w:r>
            <w:proofErr w:type="gramStart"/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300mm</w:t>
            </w:r>
            <w:proofErr w:type="gramEnd"/>
          </w:p>
          <w:p w14:paraId="1D2CC582" w14:textId="77777777" w:rsidR="00910552" w:rsidRPr="00FD521B" w:rsidRDefault="00910552" w:rsidP="00FD521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1x Čistící kartáč</w:t>
            </w:r>
          </w:p>
          <w:p w14:paraId="09DA21A3" w14:textId="59A1C65F" w:rsidR="00FD521B" w:rsidRPr="00FD521B" w:rsidRDefault="00FD521B" w:rsidP="00FD521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D521B">
              <w:rPr>
                <w:rFonts w:ascii="Arial" w:hAnsi="Arial" w:cs="Arial"/>
                <w:i/>
                <w:iCs/>
                <w:sz w:val="20"/>
                <w:szCs w:val="20"/>
              </w:rPr>
              <w:t>Návod k použití v českém jazyce – 1x</w:t>
            </w:r>
          </w:p>
        </w:tc>
      </w:tr>
    </w:tbl>
    <w:p w14:paraId="628F3424" w14:textId="77777777" w:rsidR="00910552" w:rsidRDefault="00910552" w:rsidP="00910552">
      <w:pPr>
        <w:pStyle w:val="Odstavecseseznamem"/>
        <w:rPr>
          <w:rFonts w:ascii="Arial" w:hAnsi="Arial" w:cs="Arial"/>
          <w:sz w:val="20"/>
          <w:szCs w:val="20"/>
        </w:rPr>
      </w:pPr>
    </w:p>
    <w:sectPr w:rsidR="00910552" w:rsidSect="00910552">
      <w:headerReference w:type="default" r:id="rId7"/>
      <w:footerReference w:type="default" r:id="rId8"/>
      <w:pgSz w:w="11906" w:h="16838"/>
      <w:pgMar w:top="899" w:right="849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95BB8" w14:textId="77777777" w:rsidR="00265610" w:rsidRDefault="00265610">
      <w:r>
        <w:separator/>
      </w:r>
    </w:p>
  </w:endnote>
  <w:endnote w:type="continuationSeparator" w:id="0">
    <w:p w14:paraId="68513FE1" w14:textId="77777777" w:rsidR="00265610" w:rsidRDefault="0026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686FF" w14:textId="77777777" w:rsidR="00070C42" w:rsidRDefault="00C150E1">
    <w:pPr>
      <w:pStyle w:val="Zpa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A459C07" wp14:editId="3B7F9EE5">
          <wp:simplePos x="0" y="0"/>
          <wp:positionH relativeFrom="column">
            <wp:posOffset>-262128</wp:posOffset>
          </wp:positionH>
          <wp:positionV relativeFrom="page">
            <wp:posOffset>9768586</wp:posOffset>
          </wp:positionV>
          <wp:extent cx="6821805" cy="530990"/>
          <wp:effectExtent l="0" t="0" r="0" b="2540"/>
          <wp:wrapNone/>
          <wp:docPr id="1481103056" name="Obrázek 14811030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1805" cy="53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F6325" w14:textId="77777777" w:rsidR="00265610" w:rsidRDefault="00265610">
      <w:r>
        <w:separator/>
      </w:r>
    </w:p>
  </w:footnote>
  <w:footnote w:type="continuationSeparator" w:id="0">
    <w:p w14:paraId="0DE1BD49" w14:textId="77777777" w:rsidR="00265610" w:rsidRDefault="00265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55FA3" w14:textId="77777777" w:rsidR="00FF58CA" w:rsidRDefault="00AC7EAE" w:rsidP="00AC7EAE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B960C27" wp14:editId="265D0997">
          <wp:simplePos x="0" y="0"/>
          <wp:positionH relativeFrom="page">
            <wp:align>center</wp:align>
          </wp:positionH>
          <wp:positionV relativeFrom="page">
            <wp:posOffset>447675</wp:posOffset>
          </wp:positionV>
          <wp:extent cx="6791325" cy="352425"/>
          <wp:effectExtent l="0" t="0" r="9525" b="9525"/>
          <wp:wrapSquare wrapText="bothSides"/>
          <wp:docPr id="1891982388" name="obrázek 9" descr="C:\Users\barak\Desktop\srdce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barak\Desktop\srdce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13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31C38"/>
    <w:multiLevelType w:val="hybridMultilevel"/>
    <w:tmpl w:val="F73C8018"/>
    <w:lvl w:ilvl="0" w:tplc="DE7A7C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6906EB"/>
    <w:multiLevelType w:val="hybridMultilevel"/>
    <w:tmpl w:val="643498CC"/>
    <w:lvl w:ilvl="0" w:tplc="87FE88B8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567581">
    <w:abstractNumId w:val="0"/>
  </w:num>
  <w:num w:numId="2" w16cid:durableId="7119276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552"/>
    <w:rsid w:val="00070C42"/>
    <w:rsid w:val="00194F98"/>
    <w:rsid w:val="001979B0"/>
    <w:rsid w:val="00205AA4"/>
    <w:rsid w:val="0020632B"/>
    <w:rsid w:val="00265610"/>
    <w:rsid w:val="002816FD"/>
    <w:rsid w:val="00283761"/>
    <w:rsid w:val="00290F5B"/>
    <w:rsid w:val="002B0C3F"/>
    <w:rsid w:val="002B3619"/>
    <w:rsid w:val="002D0F5A"/>
    <w:rsid w:val="002F4E14"/>
    <w:rsid w:val="00312BE2"/>
    <w:rsid w:val="0033561A"/>
    <w:rsid w:val="003D7915"/>
    <w:rsid w:val="003E3F93"/>
    <w:rsid w:val="00403AEE"/>
    <w:rsid w:val="0050709C"/>
    <w:rsid w:val="0052308E"/>
    <w:rsid w:val="00574916"/>
    <w:rsid w:val="00610F1B"/>
    <w:rsid w:val="00614A90"/>
    <w:rsid w:val="00617F59"/>
    <w:rsid w:val="006A2530"/>
    <w:rsid w:val="006A58F0"/>
    <w:rsid w:val="00702915"/>
    <w:rsid w:val="00752318"/>
    <w:rsid w:val="007736D9"/>
    <w:rsid w:val="007A3D38"/>
    <w:rsid w:val="007F4ECC"/>
    <w:rsid w:val="008366A2"/>
    <w:rsid w:val="008B5365"/>
    <w:rsid w:val="00910552"/>
    <w:rsid w:val="009A44DB"/>
    <w:rsid w:val="009B05EC"/>
    <w:rsid w:val="009D1023"/>
    <w:rsid w:val="009E0F01"/>
    <w:rsid w:val="00A36FCA"/>
    <w:rsid w:val="00A41501"/>
    <w:rsid w:val="00AC7EAE"/>
    <w:rsid w:val="00B411EB"/>
    <w:rsid w:val="00B920CE"/>
    <w:rsid w:val="00BB12CB"/>
    <w:rsid w:val="00C005F4"/>
    <w:rsid w:val="00C150E1"/>
    <w:rsid w:val="00C17F1C"/>
    <w:rsid w:val="00C301E3"/>
    <w:rsid w:val="00C5607D"/>
    <w:rsid w:val="00CB2B40"/>
    <w:rsid w:val="00D56E21"/>
    <w:rsid w:val="00DA32EB"/>
    <w:rsid w:val="00DD5A4B"/>
    <w:rsid w:val="00E2350A"/>
    <w:rsid w:val="00E44710"/>
    <w:rsid w:val="00E502A9"/>
    <w:rsid w:val="00E71786"/>
    <w:rsid w:val="00E72600"/>
    <w:rsid w:val="00E870BC"/>
    <w:rsid w:val="00EA3C4D"/>
    <w:rsid w:val="00F0445F"/>
    <w:rsid w:val="00F71CC2"/>
    <w:rsid w:val="00FA7335"/>
    <w:rsid w:val="00FC60CC"/>
    <w:rsid w:val="00FD521B"/>
    <w:rsid w:val="00FF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1DE98F"/>
  <w15:docId w15:val="{4A03AD30-7514-4D0B-90E5-46D836BC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0CC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A32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A32E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E3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50709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10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dlec\Downloads\hlav_papB_23_%20(5)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hlav_papB_23_ (5).dotx</Template>
  <TotalTime>134</TotalTime>
  <Pages>1</Pages>
  <Words>792</Words>
  <Characters>5040</Characters>
  <Application>Microsoft Office Word</Application>
  <DocSecurity>0</DocSecurity>
  <Lines>336</Lines>
  <Paragraphs>138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</vt:lpstr>
    </vt:vector>
  </TitlesOfParts>
  <Company>DPmB, a.s.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Kadlec Tomáš</dc:creator>
  <cp:keywords/>
  <dc:description/>
  <cp:lastModifiedBy>Tomáš Kadlec</cp:lastModifiedBy>
  <cp:revision>3</cp:revision>
  <cp:lastPrinted>2025-12-08T11:09:00Z</cp:lastPrinted>
  <dcterms:created xsi:type="dcterms:W3CDTF">2025-12-08T08:55:00Z</dcterms:created>
  <dcterms:modified xsi:type="dcterms:W3CDTF">2025-12-08T11:02:00Z</dcterms:modified>
</cp:coreProperties>
</file>